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4AB99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4414AB9A" w14:textId="76A1D7AE" w:rsidR="00232083" w:rsidRDefault="00232083" w:rsidP="632607F4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en-US"/>
        </w:rPr>
      </w:pPr>
      <w:r w:rsidRPr="632607F4">
        <w:rPr>
          <w:rFonts w:ascii="Times New Roman" w:hAnsi="Times New Roman"/>
          <w:i/>
          <w:iCs/>
          <w:sz w:val="24"/>
          <w:szCs w:val="24"/>
          <w:lang w:val="en-US"/>
        </w:rPr>
        <w:t>Standard report - Appendix</w:t>
      </w:r>
    </w:p>
    <w:p w14:paraId="4414AB9B" w14:textId="77777777" w:rsidR="00232083" w:rsidRDefault="00232083" w:rsidP="0029575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Online Casino</w:t>
      </w:r>
    </w:p>
    <w:p w14:paraId="4414AB9C" w14:textId="0B1C937C" w:rsidR="00232083" w:rsidRDefault="00232083" w:rsidP="00295751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Inspection standards - SCP.02.</w:t>
      </w:r>
      <w:proofErr w:type="gramStart"/>
      <w:r>
        <w:rPr>
          <w:rFonts w:ascii="Times New Roman" w:hAnsi="Times New Roman"/>
          <w:b/>
          <w:sz w:val="20"/>
          <w:szCs w:val="20"/>
          <w:lang w:val="en-US"/>
        </w:rPr>
        <w:t>03.EN</w:t>
      </w:r>
      <w:proofErr w:type="gramEnd"/>
    </w:p>
    <w:p w14:paraId="4414AB9D" w14:textId="77777777" w:rsidR="00232083" w:rsidRDefault="00232083" w:rsidP="00232083">
      <w:pPr>
        <w:rPr>
          <w:rFonts w:ascii="Times New Roman" w:hAnsi="Times New Roman"/>
          <w:b/>
          <w:sz w:val="20"/>
          <w:szCs w:val="20"/>
          <w:lang w:val="en-US"/>
        </w:rPr>
      </w:pPr>
    </w:p>
    <w:p w14:paraId="4414AB9E" w14:textId="77777777" w:rsidR="00232083" w:rsidRDefault="00295751" w:rsidP="00232083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Appendix to s</w:t>
      </w:r>
      <w:r w:rsidR="00232083">
        <w:rPr>
          <w:rFonts w:ascii="Times New Roman" w:hAnsi="Times New Roman"/>
          <w:sz w:val="24"/>
          <w:szCs w:val="24"/>
          <w:lang w:val="en-US"/>
        </w:rPr>
        <w:t>tandard report for inspection standards for online casino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="003F3B5A" w:rsidRPr="003F3B5A" w14:paraId="4414ABA2" w14:textId="77777777" w:rsidTr="004C1189">
        <w:tc>
          <w:tcPr>
            <w:tcW w:w="1134" w:type="dxa"/>
          </w:tcPr>
          <w:p w14:paraId="4414AB9F" w14:textId="77777777" w:rsidR="003F3B5A" w:rsidRPr="003F3B5A" w:rsidRDefault="003D3AD2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4414ABA0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  <w:r w:rsidR="003F3B5A" w:rsidRP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14:paraId="4414ABA1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  <w:proofErr w:type="spellEnd"/>
          </w:p>
        </w:tc>
      </w:tr>
      <w:tr w:rsidR="003F3B5A" w:rsidRPr="003F3B5A" w14:paraId="4414ABA7" w14:textId="77777777" w:rsidTr="004C1189">
        <w:tc>
          <w:tcPr>
            <w:tcW w:w="1134" w:type="dxa"/>
          </w:tcPr>
          <w:p w14:paraId="4414ABA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A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A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A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AC" w14:textId="77777777" w:rsidTr="004C1189">
        <w:tc>
          <w:tcPr>
            <w:tcW w:w="1134" w:type="dxa"/>
          </w:tcPr>
          <w:p w14:paraId="4414ABA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A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A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A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B1" w14:textId="77777777" w:rsidTr="004C1189">
        <w:tc>
          <w:tcPr>
            <w:tcW w:w="1134" w:type="dxa"/>
          </w:tcPr>
          <w:p w14:paraId="4414ABA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A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A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B6" w14:textId="77777777" w:rsidTr="004C1189">
        <w:tc>
          <w:tcPr>
            <w:tcW w:w="1134" w:type="dxa"/>
          </w:tcPr>
          <w:p w14:paraId="4414ABB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B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B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BB" w14:textId="77777777" w:rsidTr="004C1189">
        <w:tc>
          <w:tcPr>
            <w:tcW w:w="1134" w:type="dxa"/>
          </w:tcPr>
          <w:p w14:paraId="4414ABB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B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B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C0" w14:textId="77777777" w:rsidTr="004C1189">
        <w:tc>
          <w:tcPr>
            <w:tcW w:w="1134" w:type="dxa"/>
          </w:tcPr>
          <w:p w14:paraId="4414ABB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B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B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C5" w14:textId="77777777" w:rsidTr="004C1189">
        <w:tc>
          <w:tcPr>
            <w:tcW w:w="1134" w:type="dxa"/>
          </w:tcPr>
          <w:p w14:paraId="4414ABC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C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C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CA" w14:textId="77777777" w:rsidTr="004C1189">
        <w:tc>
          <w:tcPr>
            <w:tcW w:w="1134" w:type="dxa"/>
          </w:tcPr>
          <w:p w14:paraId="4414ABC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C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C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0" w14:textId="77777777" w:rsidTr="004C1189">
        <w:tc>
          <w:tcPr>
            <w:tcW w:w="1134" w:type="dxa"/>
          </w:tcPr>
          <w:p w14:paraId="4414ABC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C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C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5" w14:textId="77777777" w:rsidTr="004C1189">
        <w:tc>
          <w:tcPr>
            <w:tcW w:w="1134" w:type="dxa"/>
          </w:tcPr>
          <w:p w14:paraId="4414ABD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D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D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D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A" w14:textId="77777777" w:rsidTr="004C1189">
        <w:tc>
          <w:tcPr>
            <w:tcW w:w="1134" w:type="dxa"/>
          </w:tcPr>
          <w:p w14:paraId="4414ABD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D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D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D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F" w14:textId="77777777" w:rsidTr="004C1189">
        <w:tc>
          <w:tcPr>
            <w:tcW w:w="1134" w:type="dxa"/>
          </w:tcPr>
          <w:p w14:paraId="4414ABD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D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D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D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E4" w14:textId="77777777" w:rsidTr="004C1189">
        <w:tc>
          <w:tcPr>
            <w:tcW w:w="1134" w:type="dxa"/>
          </w:tcPr>
          <w:p w14:paraId="4414ABE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E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E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E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E9" w14:textId="77777777" w:rsidTr="004C1189">
        <w:tc>
          <w:tcPr>
            <w:tcW w:w="1134" w:type="dxa"/>
          </w:tcPr>
          <w:p w14:paraId="4414ABE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E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E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E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EE" w14:textId="77777777" w:rsidTr="004C1189">
        <w:tc>
          <w:tcPr>
            <w:tcW w:w="1134" w:type="dxa"/>
          </w:tcPr>
          <w:p w14:paraId="4414ABE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E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E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E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F3" w14:textId="77777777" w:rsidTr="004C1189">
        <w:tc>
          <w:tcPr>
            <w:tcW w:w="1134" w:type="dxa"/>
          </w:tcPr>
          <w:p w14:paraId="4414ABE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F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F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11C9CE7" w14:textId="77777777" w:rsidR="003B1F6C" w:rsidRDefault="003B1F6C" w:rsidP="007D1B65">
      <w:pPr>
        <w:spacing w:after="0" w:line="280" w:lineRule="atLeast"/>
        <w:rPr>
          <w:rFonts w:ascii="Garamond" w:hAnsi="Garamond"/>
        </w:rPr>
        <w:sectPr w:rsidR="003B1F6C" w:rsidSect="000E635B">
          <w:footerReference w:type="default" r:id="rId10"/>
          <w:footerReference w:type="first" r:id="rId11"/>
          <w:pgSz w:w="11906" w:h="16838" w:code="9"/>
          <w:pgMar w:top="1701" w:right="1134" w:bottom="1134" w:left="1134" w:header="567" w:footer="584" w:gutter="0"/>
          <w:pgNumType w:start="1"/>
          <w:cols w:space="708"/>
          <w:titlePg/>
          <w:docGrid w:linePitch="360"/>
        </w:sectPr>
      </w:pPr>
    </w:p>
    <w:p w14:paraId="7CF2FBA4" w14:textId="77777777" w:rsidR="003B1F6C" w:rsidRDefault="003B1F6C" w:rsidP="003B1F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14143C"/>
          <w:sz w:val="24"/>
          <w:szCs w:val="24"/>
          <w:lang w:val="en-US" w:eastAsia="da-DK"/>
        </w:rPr>
      </w:pPr>
      <w:r>
        <w:rPr>
          <w:rFonts w:ascii="Times New Roman" w:eastAsia="Times New Roman" w:hAnsi="Times New Roman"/>
          <w:sz w:val="24"/>
          <w:szCs w:val="24"/>
          <w:lang w:val="en-US" w:eastAsia="da-DK"/>
        </w:rPr>
        <w:lastRenderedPageBreak/>
        <w:t>A list of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da-DK"/>
        </w:rPr>
        <w:t xml:space="preserve"> all</w:t>
      </w:r>
      <w:r>
        <w:rPr>
          <w:rFonts w:ascii="Times New Roman" w:eastAsia="Times New Roman" w:hAnsi="Times New Roman"/>
          <w:sz w:val="24"/>
          <w:szCs w:val="24"/>
          <w:lang w:val="en-US" w:eastAsia="da-DK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da-DK"/>
        </w:rPr>
        <w:t>games</w:t>
      </w:r>
      <w:r>
        <w:rPr>
          <w:rFonts w:ascii="Times New Roman" w:eastAsia="Times New Roman" w:hAnsi="Times New Roman"/>
          <w:sz w:val="24"/>
          <w:szCs w:val="24"/>
          <w:lang w:val="en-US" w:eastAsia="da-DK"/>
        </w:rPr>
        <w:t xml:space="preserve"> covered by the test and/or inspection shall be compiled in the scheme below. </w:t>
      </w:r>
      <w:r>
        <w:rPr>
          <w:rFonts w:ascii="Times New Roman" w:eastAsia="Times New Roman" w:hAnsi="Times New Roman"/>
          <w:color w:val="14143C"/>
          <w:sz w:val="24"/>
          <w:szCs w:val="24"/>
          <w:lang w:val="en-US" w:eastAsia="da-DK"/>
        </w:rPr>
        <w:t>If test and inspection is conducted simultaneously compilation of a single list is sufficient.  </w:t>
      </w:r>
    </w:p>
    <w:p w14:paraId="10ACCC60" w14:textId="77777777" w:rsidR="003B1F6C" w:rsidRDefault="003B1F6C" w:rsidP="003B1F6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da-DK"/>
        </w:rPr>
      </w:pPr>
    </w:p>
    <w:p w14:paraId="502933D9" w14:textId="77777777" w:rsidR="003B1F6C" w:rsidRDefault="003B1F6C" w:rsidP="003B1F6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da-DK"/>
        </w:rPr>
      </w:pPr>
      <w:r>
        <w:rPr>
          <w:rFonts w:ascii="Times New Roman" w:eastAsia="Times New Roman" w:hAnsi="Times New Roman"/>
          <w:color w:val="14143C"/>
          <w:sz w:val="24"/>
          <w:szCs w:val="24"/>
          <w:shd w:val="clear" w:color="auto" w:fill="FFFFFF"/>
          <w:lang w:val="en-US" w:eastAsia="da-DK"/>
        </w:rPr>
        <w:t>The list shall include the following information: </w:t>
      </w:r>
      <w:r>
        <w:rPr>
          <w:rFonts w:ascii="Times New Roman" w:eastAsia="Times New Roman" w:hAnsi="Times New Roman"/>
          <w:color w:val="14143C"/>
          <w:sz w:val="24"/>
          <w:szCs w:val="24"/>
          <w:lang w:val="en-US" w:eastAsia="da-DK"/>
        </w:rPr>
        <w:t> </w:t>
      </w:r>
    </w:p>
    <w:p w14:paraId="57B6F5C8" w14:textId="77777777" w:rsidR="003B1F6C" w:rsidRDefault="003B1F6C" w:rsidP="003B1F6C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>
        <w:rPr>
          <w:rFonts w:ascii="Times New Roman" w:hAnsi="Times New Roman"/>
          <w:sz w:val="24"/>
          <w:szCs w:val="24"/>
          <w:lang w:val="en-US" w:eastAsia="da-DK"/>
        </w:rPr>
        <w:t>Title of the game</w:t>
      </w:r>
      <w:r>
        <w:rPr>
          <w:rFonts w:ascii="Times New Roman" w:hAnsi="Times New Roman"/>
          <w:sz w:val="24"/>
          <w:szCs w:val="24"/>
          <w:lang w:eastAsia="da-DK"/>
        </w:rPr>
        <w:t> </w:t>
      </w:r>
    </w:p>
    <w:p w14:paraId="20FFCD5A" w14:textId="77777777" w:rsidR="003B1F6C" w:rsidRDefault="003B1F6C" w:rsidP="003B1F6C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>
        <w:rPr>
          <w:rFonts w:ascii="Times New Roman" w:hAnsi="Times New Roman"/>
          <w:sz w:val="24"/>
          <w:szCs w:val="24"/>
          <w:lang w:val="en-US" w:eastAsia="da-DK"/>
        </w:rPr>
        <w:t>Version number of the game</w:t>
      </w:r>
      <w:r>
        <w:rPr>
          <w:rFonts w:ascii="Times New Roman" w:hAnsi="Times New Roman"/>
          <w:sz w:val="24"/>
          <w:szCs w:val="24"/>
          <w:lang w:eastAsia="da-DK"/>
        </w:rPr>
        <w:t> </w:t>
      </w:r>
    </w:p>
    <w:p w14:paraId="1075CB6B" w14:textId="77777777" w:rsidR="003B1F6C" w:rsidRDefault="003B1F6C" w:rsidP="003B1F6C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val="en-US" w:eastAsia="da-DK"/>
        </w:rPr>
      </w:pPr>
      <w:r>
        <w:rPr>
          <w:rFonts w:ascii="Times New Roman" w:hAnsi="Times New Roman"/>
          <w:sz w:val="24"/>
          <w:szCs w:val="24"/>
          <w:lang w:val="en-US" w:eastAsia="da-DK"/>
        </w:rPr>
        <w:t>Type of game (Gaming machine, roulette, blackjack etc.) </w:t>
      </w:r>
    </w:p>
    <w:p w14:paraId="1209738F" w14:textId="77777777" w:rsidR="003B1F6C" w:rsidRDefault="003B1F6C" w:rsidP="003B1F6C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val="en-US" w:eastAsia="da-DK"/>
        </w:rPr>
      </w:pPr>
      <w:r>
        <w:rPr>
          <w:rFonts w:ascii="Times New Roman" w:hAnsi="Times New Roman"/>
          <w:sz w:val="24"/>
          <w:szCs w:val="24"/>
          <w:lang w:val="en-US" w:eastAsia="da-DK"/>
        </w:rPr>
        <w:t xml:space="preserve">Name of the supplier. If it is the </w:t>
      </w:r>
      <w:proofErr w:type="spellStart"/>
      <w:r>
        <w:rPr>
          <w:rFonts w:ascii="Times New Roman" w:hAnsi="Times New Roman"/>
          <w:sz w:val="24"/>
          <w:szCs w:val="24"/>
          <w:lang w:val="en-US" w:eastAsia="da-DK"/>
        </w:rPr>
        <w:t>licence</w:t>
      </w:r>
      <w:proofErr w:type="spellEnd"/>
      <w:r>
        <w:rPr>
          <w:rFonts w:ascii="Times New Roman" w:hAnsi="Times New Roman"/>
          <w:sz w:val="24"/>
          <w:szCs w:val="24"/>
          <w:lang w:val="en-US" w:eastAsia="da-DK"/>
        </w:rPr>
        <w:t xml:space="preserve"> holder’s own game, this must be noted instead.  </w:t>
      </w:r>
    </w:p>
    <w:p w14:paraId="0FA2E475" w14:textId="77777777" w:rsidR="003B1F6C" w:rsidRDefault="003B1F6C" w:rsidP="003B1F6C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val="en-US" w:eastAsia="da-DK"/>
        </w:rPr>
      </w:pPr>
      <w:r>
        <w:rPr>
          <w:rFonts w:ascii="Times New Roman" w:hAnsi="Times New Roman"/>
          <w:sz w:val="24"/>
          <w:szCs w:val="24"/>
          <w:lang w:val="en-US" w:eastAsia="da-DK"/>
        </w:rPr>
        <w:t xml:space="preserve">Date of the most recent certification of the game. If the game is provided by a third party, this date will presumably differ from the date of the </w:t>
      </w:r>
      <w:proofErr w:type="spellStart"/>
      <w:r>
        <w:rPr>
          <w:rFonts w:ascii="Times New Roman" w:hAnsi="Times New Roman"/>
          <w:sz w:val="24"/>
          <w:szCs w:val="24"/>
          <w:lang w:val="en-US" w:eastAsia="da-DK"/>
        </w:rPr>
        <w:t>licence</w:t>
      </w:r>
      <w:proofErr w:type="spellEnd"/>
      <w:r>
        <w:rPr>
          <w:rFonts w:ascii="Times New Roman" w:hAnsi="Times New Roman"/>
          <w:sz w:val="24"/>
          <w:szCs w:val="24"/>
          <w:lang w:val="en-US" w:eastAsia="da-DK"/>
        </w:rPr>
        <w:t xml:space="preserve"> holder’s annual test and/or inspection. </w:t>
      </w:r>
    </w:p>
    <w:p w14:paraId="7723161F" w14:textId="77777777" w:rsidR="003B1F6C" w:rsidRDefault="003B1F6C" w:rsidP="003B1F6C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val="en-US" w:eastAsia="da-DK"/>
        </w:rPr>
      </w:pPr>
      <w:r>
        <w:rPr>
          <w:rFonts w:ascii="Times New Roman" w:hAnsi="Times New Roman"/>
          <w:sz w:val="24"/>
          <w:szCs w:val="24"/>
          <w:lang w:val="en-US" w:eastAsia="da-DK"/>
        </w:rPr>
        <w:t xml:space="preserve">Reference to a supplementary report if the game is not tested and inspected in connection with the </w:t>
      </w:r>
      <w:proofErr w:type="spellStart"/>
      <w:r>
        <w:rPr>
          <w:rFonts w:ascii="Times New Roman" w:hAnsi="Times New Roman"/>
          <w:sz w:val="24"/>
          <w:szCs w:val="24"/>
          <w:lang w:val="en-US" w:eastAsia="da-DK"/>
        </w:rPr>
        <w:t>licence</w:t>
      </w:r>
      <w:proofErr w:type="spellEnd"/>
      <w:r>
        <w:rPr>
          <w:rFonts w:ascii="Times New Roman" w:hAnsi="Times New Roman"/>
          <w:sz w:val="24"/>
          <w:szCs w:val="24"/>
          <w:lang w:val="en-US" w:eastAsia="da-DK"/>
        </w:rPr>
        <w:t xml:space="preserve"> holder’s annual test and/or inspection.  </w:t>
      </w:r>
    </w:p>
    <w:p w14:paraId="18149741" w14:textId="77777777" w:rsidR="003B1F6C" w:rsidRDefault="003B1F6C" w:rsidP="003B1F6C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>
        <w:rPr>
          <w:rFonts w:ascii="Times New Roman" w:hAnsi="Times New Roman"/>
          <w:sz w:val="24"/>
          <w:szCs w:val="24"/>
          <w:lang w:val="en-US" w:eastAsia="da-DK"/>
        </w:rPr>
        <w:t>Any Comments</w:t>
      </w:r>
      <w:r>
        <w:rPr>
          <w:rFonts w:ascii="Times New Roman" w:hAnsi="Times New Roman"/>
          <w:sz w:val="24"/>
          <w:szCs w:val="24"/>
          <w:lang w:eastAsia="da-DK"/>
        </w:rPr>
        <w:t> </w:t>
      </w:r>
    </w:p>
    <w:p w14:paraId="68FB52FB" w14:textId="77777777" w:rsidR="003B1F6C" w:rsidRDefault="003B1F6C" w:rsidP="003B1F6C">
      <w:pPr>
        <w:shd w:val="clear" w:color="auto" w:fill="FFFFFF"/>
        <w:spacing w:after="0" w:line="240" w:lineRule="auto"/>
        <w:ind w:left="1080"/>
        <w:textAlignment w:val="baseline"/>
        <w:rPr>
          <w:rFonts w:ascii="Times New Roman" w:eastAsia="Times New Roman" w:hAnsi="Times New Roman"/>
          <w:sz w:val="24"/>
          <w:szCs w:val="24"/>
          <w:lang w:eastAsia="da-DK"/>
        </w:rPr>
      </w:pPr>
    </w:p>
    <w:p w14:paraId="0CAB5422" w14:textId="77777777" w:rsidR="003B1F6C" w:rsidRDefault="003B1F6C" w:rsidP="003B1F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14143C"/>
          <w:sz w:val="24"/>
          <w:szCs w:val="24"/>
          <w:lang w:val="en-US" w:eastAsia="da-DK"/>
        </w:rPr>
      </w:pPr>
      <w:r>
        <w:rPr>
          <w:rFonts w:ascii="Times New Roman" w:eastAsia="Times New Roman" w:hAnsi="Times New Roman"/>
          <w:b/>
          <w:bCs/>
          <w:color w:val="14143C"/>
          <w:sz w:val="24"/>
          <w:szCs w:val="24"/>
          <w:lang w:val="en-US" w:eastAsia="da-DK"/>
        </w:rPr>
        <w:t>List of games covered by test and/or inspection</w:t>
      </w:r>
    </w:p>
    <w:p w14:paraId="23C753E0" w14:textId="77777777" w:rsidR="003B1F6C" w:rsidRDefault="003B1F6C" w:rsidP="003B1F6C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da-DK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1548"/>
        <w:gridCol w:w="1232"/>
        <w:gridCol w:w="1649"/>
        <w:gridCol w:w="1646"/>
        <w:gridCol w:w="1649"/>
        <w:gridCol w:w="2323"/>
        <w:gridCol w:w="3278"/>
      </w:tblGrid>
      <w:tr w:rsidR="003B1F6C" w14:paraId="0F5510AF" w14:textId="77777777" w:rsidTr="003B1F6C">
        <w:trPr>
          <w:trHeight w:val="133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30E982B5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b/>
                <w:bCs/>
                <w:lang w:val="en-US" w:eastAsia="da-DK"/>
              </w:rPr>
              <w:t>#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0948146D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b/>
                <w:bCs/>
                <w:lang w:val="en-US" w:eastAsia="da-DK"/>
              </w:rPr>
              <w:t>Name of the game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2D4455B1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b/>
                <w:bCs/>
                <w:lang w:val="en-US" w:eastAsia="da-DK"/>
              </w:rPr>
              <w:t>Version of the game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319834B4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b/>
                <w:bCs/>
                <w:lang w:val="en-US" w:eastAsia="da-DK"/>
              </w:rPr>
              <w:t>Type of game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372AA938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b/>
                <w:bCs/>
                <w:lang w:val="en-US" w:eastAsia="da-DK"/>
              </w:rPr>
              <w:t>Supplier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7AAA9C49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 w:eastAsia="da-DK"/>
              </w:rPr>
            </w:pPr>
            <w:r>
              <w:rPr>
                <w:rFonts w:eastAsia="Times New Roman" w:cs="Calibri"/>
                <w:b/>
                <w:bCs/>
                <w:lang w:val="en-US" w:eastAsia="da-DK"/>
              </w:rPr>
              <w:t>Date of the most recent certification of the game</w:t>
            </w:r>
            <w:r>
              <w:rPr>
                <w:rFonts w:eastAsia="Times New Roman" w:cs="Calibri"/>
                <w:lang w:val="en-US"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7E3A9FA4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b/>
                <w:bCs/>
                <w:lang w:val="en-US" w:eastAsia="da-DK"/>
              </w:rPr>
              <w:t>Report reference number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2A0B51FD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b/>
                <w:bCs/>
                <w:lang w:val="en-US" w:eastAsia="da-DK"/>
              </w:rPr>
              <w:t>Comments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3B1F6C" w14:paraId="22B890B7" w14:textId="77777777" w:rsidTr="003B1F6C">
        <w:trPr>
          <w:trHeight w:val="25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4D6DBEC6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3C8A6D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971891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964984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8F3ACC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CF88E3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C35225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331BA6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3B1F6C" w14:paraId="56B5EFC2" w14:textId="77777777" w:rsidTr="003B1F6C">
        <w:trPr>
          <w:trHeight w:val="25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1D94750E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5B52E1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8775CD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BF212D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687DCF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AF4C75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1511AD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53E646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3B1F6C" w14:paraId="5293B254" w14:textId="77777777" w:rsidTr="003B1F6C">
        <w:trPr>
          <w:trHeight w:val="25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1CBBC7A3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3.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E669BD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737A56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2906B0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F278C9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1091C2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B4980A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39AC4C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3B1F6C" w14:paraId="59629712" w14:textId="77777777" w:rsidTr="003B1F6C">
        <w:trPr>
          <w:trHeight w:val="25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072D2EBD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4.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66C38D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68EF95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BC0E9B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89243B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3FAFB3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44055A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8DFE53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3B1F6C" w14:paraId="66970D55" w14:textId="77777777" w:rsidTr="003B1F6C">
        <w:trPr>
          <w:trHeight w:val="25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364A61C2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5.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952F9C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504F3D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FC8949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2BA337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214BD2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66A522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D9EE47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3B1F6C" w14:paraId="57BFD767" w14:textId="77777777" w:rsidTr="003B1F6C">
        <w:trPr>
          <w:trHeight w:val="25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4BE75350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6.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741150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C8D717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F093EC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67CDA0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486DEE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AE3893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BD35A5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3B1F6C" w14:paraId="16C4EF20" w14:textId="77777777" w:rsidTr="003B1F6C">
        <w:trPr>
          <w:trHeight w:val="25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75B769CC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7.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62C015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6F9A9B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8AEFE6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21F7E3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2F952E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7AFE1E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73C120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3B1F6C" w14:paraId="671CC1DE" w14:textId="77777777" w:rsidTr="003B1F6C">
        <w:trPr>
          <w:trHeight w:val="25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1C1653E7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8.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9D7E04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F822A9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56AAFA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E9FCC7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9354D4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2A307D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9325C5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3B1F6C" w14:paraId="5559117A" w14:textId="77777777" w:rsidTr="003B1F6C">
        <w:trPr>
          <w:trHeight w:val="25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5546508B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9.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8CB7BF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71C64C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D11604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469171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465B72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2ECB27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346D7C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3B1F6C" w14:paraId="6616ECF2" w14:textId="77777777" w:rsidTr="003B1F6C">
        <w:trPr>
          <w:trHeight w:val="25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550050A8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10.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2326FC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9B3EE1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C81375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9F418C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A29418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18167E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2394F8" w14:textId="77777777" w:rsidR="003B1F6C" w:rsidRDefault="003B1F6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</w:tbl>
    <w:p w14:paraId="4414ABF4" w14:textId="64A88C56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3B1F6C">
      <w:pgSz w:w="16838" w:h="11906" w:orient="landscape" w:code="9"/>
      <w:pgMar w:top="1134" w:right="1701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65A99" w14:textId="77777777" w:rsidR="005F58B8" w:rsidRDefault="005F58B8" w:rsidP="009E4B94">
      <w:pPr>
        <w:spacing w:line="240" w:lineRule="auto"/>
      </w:pPr>
      <w:r>
        <w:separator/>
      </w:r>
    </w:p>
  </w:endnote>
  <w:endnote w:type="continuationSeparator" w:id="0">
    <w:p w14:paraId="0136B183" w14:textId="77777777" w:rsidR="005F58B8" w:rsidRDefault="005F58B8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4ABF9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414ABFC" wp14:editId="4414ABFD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14AC04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4ABF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 filled="f" stroked="f" strokeweight=".5pt">
              <v:textbox style="mso-fit-shape-to-text:t" inset="0,0,0,0">
                <w:txbxContent>
                  <w:p w14:paraId="4414AC04" w14:textId="77777777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4414ABFE" wp14:editId="4414ABFF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4ABFB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4414AC02" wp14:editId="4414AC03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87698" w14:textId="77777777" w:rsidR="005F58B8" w:rsidRDefault="005F58B8" w:rsidP="009E4B94">
      <w:pPr>
        <w:spacing w:line="240" w:lineRule="auto"/>
      </w:pPr>
      <w:r>
        <w:separator/>
      </w:r>
    </w:p>
  </w:footnote>
  <w:footnote w:type="continuationSeparator" w:id="0">
    <w:p w14:paraId="5AD6AB45" w14:textId="77777777" w:rsidR="005F58B8" w:rsidRDefault="005F58B8" w:rsidP="009E4B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277F7"/>
    <w:multiLevelType w:val="singleLevel"/>
    <w:tmpl w:val="19C28BBA"/>
    <w:lvl w:ilvl="0">
      <w:start w:val="1"/>
      <w:numFmt w:val="decimal"/>
      <w:lvlText w:val="%1."/>
      <w:lvlJc w:val="left"/>
      <w:pPr>
        <w:ind w:left="340" w:hanging="340"/>
      </w:pPr>
    </w:lvl>
  </w:abstractNum>
  <w:abstractNum w:abstractNumId="11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2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1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  <w:num w:numId="14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2083"/>
    <w:rsid w:val="00233D73"/>
    <w:rsid w:val="00243527"/>
    <w:rsid w:val="00244D70"/>
    <w:rsid w:val="00256B13"/>
    <w:rsid w:val="00264476"/>
    <w:rsid w:val="0026468A"/>
    <w:rsid w:val="00267514"/>
    <w:rsid w:val="00286EDF"/>
    <w:rsid w:val="00295751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1F6C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3A02"/>
    <w:rsid w:val="005C5F97"/>
    <w:rsid w:val="005F1580"/>
    <w:rsid w:val="005F3493"/>
    <w:rsid w:val="005F3ED8"/>
    <w:rsid w:val="005F58B8"/>
    <w:rsid w:val="00604373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00A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8F6A9D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217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10A6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E5560"/>
    <w:rsid w:val="00BF0FDA"/>
    <w:rsid w:val="00C2782C"/>
    <w:rsid w:val="00C310A8"/>
    <w:rsid w:val="00C31791"/>
    <w:rsid w:val="00C3414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6326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14AB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4" ma:contentTypeDescription="Opret et nyt dokument." ma:contentTypeScope="" ma:versionID="f28e6562d6ab1cc900d0ed01c7ff215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40606eda2db92cea8583926d19429f98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D4E31B-8CCC-423B-9677-067A00D0C9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9DB16C-AF8F-4EAD-91B4-A7DA92720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5D969B-2E8C-4AFE-9B0E-D05E102FE5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2</Pages>
  <Words>205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2</cp:revision>
  <dcterms:created xsi:type="dcterms:W3CDTF">2015-02-04T09:54:00Z</dcterms:created>
  <dcterms:modified xsi:type="dcterms:W3CDTF">2022-05-06T10:54:00Z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1205ec8a-d033-40f9-ab77-3e37f08087ea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